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827B4">
        <w:rPr>
          <w:rFonts w:ascii="Arial" w:hAnsi="Arial" w:cs="Arial"/>
          <w:b/>
          <w:caps/>
          <w:sz w:val="28"/>
          <w:szCs w:val="28"/>
        </w:rPr>
        <w:t>7</w:t>
      </w:r>
      <w:r w:rsidR="002477E9">
        <w:rPr>
          <w:rFonts w:ascii="Arial" w:hAnsi="Arial" w:cs="Arial"/>
          <w:b/>
          <w:caps/>
          <w:sz w:val="28"/>
          <w:szCs w:val="28"/>
        </w:rPr>
        <w:t>9</w:t>
      </w:r>
      <w:r w:rsidR="00246390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B518C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518C2">
              <w:rPr>
                <w:rFonts w:ascii="Arial" w:hAnsi="Arial" w:cs="Arial"/>
                <w:sz w:val="20"/>
                <w:szCs w:val="20"/>
              </w:rPr>
              <w:t>estudos e providências quanto à necessidade de remoção da árvore existente na Rua Danúbio, na região de esquina com a Rua Miami, no Bairro Cidade Jardim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</w:t>
      </w:r>
      <w:r w:rsidR="002E45EB" w:rsidRPr="002E45EB">
        <w:rPr>
          <w:rFonts w:ascii="Arial" w:hAnsi="Arial" w:cs="Arial"/>
        </w:rPr>
        <w:t>quanto à necessidade de remoção da árvore existente na Rua Danúbio, na região de esquina com a Rua Miami, no Bairro Cidade Jardim</w:t>
      </w:r>
      <w:r w:rsidR="001C61BF">
        <w:rPr>
          <w:rFonts w:ascii="Arial" w:hAnsi="Arial" w:cs="Arial"/>
        </w:rPr>
        <w:t>.</w:t>
      </w:r>
    </w:p>
    <w:p w:rsidR="00DA658B" w:rsidRDefault="00661417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serviço solicitado tem o ob</w:t>
      </w:r>
      <w:bookmarkStart w:id="0" w:name="_GoBack"/>
      <w:bookmarkEnd w:id="0"/>
      <w:r>
        <w:rPr>
          <w:rFonts w:ascii="Arial" w:hAnsi="Arial" w:cs="Arial"/>
        </w:rPr>
        <w:t>jetivo de atender aos pedidos dos moradores e se faz necessário tendo em vista que a referida árvore está quebrando a calçada e seus galhos estão entrelaçados aos fios da rede de energia elétrica, podendo cair e causar danos físicos e prejuízos materiais</w:t>
      </w:r>
      <w:r w:rsidR="00DA658B"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285D16">
        <w:rPr>
          <w:rFonts w:ascii="Arial" w:hAnsi="Arial" w:cs="Arial"/>
        </w:rPr>
        <w:t xml:space="preserve"> em anexo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0399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392E9A">
        <w:rPr>
          <w:rFonts w:ascii="Arial" w:hAnsi="Arial" w:cs="Arial"/>
        </w:rPr>
        <w:t>agosto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5053CC" w:rsidP="005053CC">
      <w:pPr>
        <w:jc w:val="center"/>
        <w:rPr>
          <w:rFonts w:ascii="Arial" w:hAnsi="Arial" w:cs="Arial"/>
        </w:rPr>
      </w:pPr>
    </w:p>
    <w:p w:rsidR="00E322DF" w:rsidRDefault="00B45037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99A26A4">
            <wp:extent cx="5943600" cy="3345180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1DB" w:rsidRDefault="007D11DB" w:rsidP="005053CC">
      <w:pPr>
        <w:jc w:val="center"/>
        <w:rPr>
          <w:rFonts w:ascii="Arial" w:hAnsi="Arial" w:cs="Arial"/>
        </w:rPr>
      </w:pPr>
    </w:p>
    <w:p w:rsidR="007D11DB" w:rsidRDefault="007D11DB" w:rsidP="005053CC">
      <w:pPr>
        <w:jc w:val="center"/>
        <w:rPr>
          <w:rFonts w:ascii="Arial" w:hAnsi="Arial" w:cs="Arial"/>
        </w:rPr>
      </w:pPr>
    </w:p>
    <w:p w:rsidR="00130FB4" w:rsidRDefault="00130FB4" w:rsidP="005053CC">
      <w:pPr>
        <w:jc w:val="center"/>
        <w:rPr>
          <w:rFonts w:ascii="Arial" w:hAnsi="Arial" w:cs="Arial"/>
        </w:rPr>
      </w:pPr>
    </w:p>
    <w:sectPr w:rsidR="00130FB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CFD" w:rsidRDefault="00241CFD">
      <w:r>
        <w:separator/>
      </w:r>
    </w:p>
  </w:endnote>
  <w:endnote w:type="continuationSeparator" w:id="0">
    <w:p w:rsidR="00241CFD" w:rsidRDefault="0024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CFD" w:rsidRDefault="00241CFD">
      <w:r>
        <w:separator/>
      </w:r>
    </w:p>
  </w:footnote>
  <w:footnote w:type="continuationSeparator" w:id="0">
    <w:p w:rsidR="00241CFD" w:rsidRDefault="00241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350103">
      <w:rPr>
        <w:rFonts w:ascii="Arial" w:hAnsi="Arial" w:cs="Arial"/>
        <w:b/>
        <w:sz w:val="20"/>
        <w:szCs w:val="20"/>
        <w:u w:val="single"/>
      </w:rPr>
      <w:t>7</w:t>
    </w:r>
    <w:r w:rsidR="00B45037">
      <w:rPr>
        <w:rFonts w:ascii="Arial" w:hAnsi="Arial" w:cs="Arial"/>
        <w:b/>
        <w:sz w:val="20"/>
        <w:szCs w:val="20"/>
        <w:u w:val="single"/>
      </w:rPr>
      <w:t>9</w:t>
    </w:r>
    <w:r w:rsidR="00B90AD3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AD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AD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1734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115"/>
    <w:rsid w:val="0007415C"/>
    <w:rsid w:val="0007473C"/>
    <w:rsid w:val="00074C8F"/>
    <w:rsid w:val="00081B9B"/>
    <w:rsid w:val="00081DAA"/>
    <w:rsid w:val="000854EA"/>
    <w:rsid w:val="00090212"/>
    <w:rsid w:val="000922AE"/>
    <w:rsid w:val="00092582"/>
    <w:rsid w:val="00094490"/>
    <w:rsid w:val="000958D5"/>
    <w:rsid w:val="00096511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E69A8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0FB4"/>
    <w:rsid w:val="00131579"/>
    <w:rsid w:val="001358C1"/>
    <w:rsid w:val="00136FBF"/>
    <w:rsid w:val="0013704D"/>
    <w:rsid w:val="0013773B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CFD"/>
    <w:rsid w:val="00241D01"/>
    <w:rsid w:val="00246390"/>
    <w:rsid w:val="002468AD"/>
    <w:rsid w:val="00247519"/>
    <w:rsid w:val="002476ED"/>
    <w:rsid w:val="002477E9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520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E45E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9037C"/>
    <w:rsid w:val="00390D18"/>
    <w:rsid w:val="00392E9A"/>
    <w:rsid w:val="00393C15"/>
    <w:rsid w:val="003955BD"/>
    <w:rsid w:val="00396F63"/>
    <w:rsid w:val="00397FA2"/>
    <w:rsid w:val="00397FF3"/>
    <w:rsid w:val="003A77BE"/>
    <w:rsid w:val="003E188F"/>
    <w:rsid w:val="003E7F0B"/>
    <w:rsid w:val="003F00BB"/>
    <w:rsid w:val="003F0555"/>
    <w:rsid w:val="003F0AD5"/>
    <w:rsid w:val="003F7FCA"/>
    <w:rsid w:val="004006F8"/>
    <w:rsid w:val="00403E59"/>
    <w:rsid w:val="004050D5"/>
    <w:rsid w:val="004115B6"/>
    <w:rsid w:val="00411FE3"/>
    <w:rsid w:val="00412795"/>
    <w:rsid w:val="00424F7D"/>
    <w:rsid w:val="00434565"/>
    <w:rsid w:val="00436335"/>
    <w:rsid w:val="00442EE8"/>
    <w:rsid w:val="00445340"/>
    <w:rsid w:val="004468D1"/>
    <w:rsid w:val="00456A2A"/>
    <w:rsid w:val="00463944"/>
    <w:rsid w:val="004644F0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479E"/>
    <w:rsid w:val="00505357"/>
    <w:rsid w:val="005053CC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41AB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600A6"/>
    <w:rsid w:val="00660505"/>
    <w:rsid w:val="00661417"/>
    <w:rsid w:val="00672228"/>
    <w:rsid w:val="0067222B"/>
    <w:rsid w:val="00672EDA"/>
    <w:rsid w:val="00673157"/>
    <w:rsid w:val="00674F7D"/>
    <w:rsid w:val="00675702"/>
    <w:rsid w:val="00681021"/>
    <w:rsid w:val="00681F27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C4F51"/>
    <w:rsid w:val="006C59BC"/>
    <w:rsid w:val="006C5AE2"/>
    <w:rsid w:val="006C6026"/>
    <w:rsid w:val="006D6AE3"/>
    <w:rsid w:val="006D6F7D"/>
    <w:rsid w:val="006D75B9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34E3A"/>
    <w:rsid w:val="0074037B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67EF3"/>
    <w:rsid w:val="00770468"/>
    <w:rsid w:val="00770A08"/>
    <w:rsid w:val="00773570"/>
    <w:rsid w:val="00775A1B"/>
    <w:rsid w:val="0077697C"/>
    <w:rsid w:val="0077708E"/>
    <w:rsid w:val="00783783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E44"/>
    <w:rsid w:val="007B6CC8"/>
    <w:rsid w:val="007B763A"/>
    <w:rsid w:val="007C4606"/>
    <w:rsid w:val="007D11DB"/>
    <w:rsid w:val="007D1FA6"/>
    <w:rsid w:val="007D39FD"/>
    <w:rsid w:val="007D7E6D"/>
    <w:rsid w:val="007E3F69"/>
    <w:rsid w:val="007E68E3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0399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38C"/>
    <w:rsid w:val="00952B6E"/>
    <w:rsid w:val="009611F2"/>
    <w:rsid w:val="00964C0B"/>
    <w:rsid w:val="00966655"/>
    <w:rsid w:val="00972526"/>
    <w:rsid w:val="009764FB"/>
    <w:rsid w:val="009768E6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221B"/>
    <w:rsid w:val="00A349F1"/>
    <w:rsid w:val="00A35018"/>
    <w:rsid w:val="00A46B01"/>
    <w:rsid w:val="00A512CF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037"/>
    <w:rsid w:val="00B4549B"/>
    <w:rsid w:val="00B47479"/>
    <w:rsid w:val="00B518C2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0AD3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3E5A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5757E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208F"/>
    <w:rsid w:val="00D53137"/>
    <w:rsid w:val="00D5430F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0C52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599F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22DF"/>
    <w:rsid w:val="00E35923"/>
    <w:rsid w:val="00E40EF3"/>
    <w:rsid w:val="00E4664C"/>
    <w:rsid w:val="00E47608"/>
    <w:rsid w:val="00E51448"/>
    <w:rsid w:val="00E51F82"/>
    <w:rsid w:val="00E655A2"/>
    <w:rsid w:val="00E66CFD"/>
    <w:rsid w:val="00E721EC"/>
    <w:rsid w:val="00E75E70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11AD"/>
    <w:rsid w:val="00F62A5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0D690-2CEF-40D6-9908-6F0A74F1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177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2018-06-05T13:26:00Z</cp:lastPrinted>
  <dcterms:created xsi:type="dcterms:W3CDTF">2018-08-13T18:22:00Z</dcterms:created>
  <dcterms:modified xsi:type="dcterms:W3CDTF">2018-08-13T18:29:00Z</dcterms:modified>
</cp:coreProperties>
</file>